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A8FB1" w14:textId="77777777" w:rsidR="00C41BC5" w:rsidRDefault="00584AC4" w:rsidP="009B3556">
      <w:r>
        <w:t>Name</w:t>
      </w:r>
      <w:r w:rsidR="00382E69">
        <w:t>:  __</w:t>
      </w:r>
      <w:r w:rsidR="006B7D93">
        <w:rPr>
          <w:u w:val="single"/>
        </w:rPr>
        <w:tab/>
      </w:r>
      <w:r w:rsidR="006B7D93">
        <w:rPr>
          <w:u w:val="single"/>
        </w:rPr>
        <w:tab/>
      </w:r>
      <w:r w:rsidR="006B7D93">
        <w:rPr>
          <w:u w:val="single"/>
        </w:rPr>
        <w:tab/>
      </w:r>
      <w:r w:rsidR="006B7D93">
        <w:rPr>
          <w:u w:val="single"/>
        </w:rPr>
        <w:tab/>
      </w:r>
      <w:r w:rsidR="006B7D93">
        <w:rPr>
          <w:u w:val="single"/>
        </w:rPr>
        <w:tab/>
      </w:r>
      <w:r w:rsidR="001448E7" w:rsidRPr="00382E69">
        <w:tab/>
      </w:r>
      <w:r w:rsidR="00C41BC5" w:rsidRPr="00382E69">
        <w:t xml:space="preserve">Date: </w:t>
      </w:r>
      <w:r w:rsidR="00382E69">
        <w:t>___</w:t>
      </w:r>
      <w:r w:rsidR="006B7D93">
        <w:rPr>
          <w:u w:val="single"/>
        </w:rPr>
        <w:tab/>
      </w:r>
      <w:r w:rsidR="006B7D93">
        <w:rPr>
          <w:u w:val="single"/>
        </w:rPr>
        <w:tab/>
      </w:r>
      <w:r w:rsidR="006B7D93">
        <w:rPr>
          <w:u w:val="single"/>
        </w:rPr>
        <w:tab/>
      </w:r>
      <w:r w:rsidR="00A84667">
        <w:t>__</w:t>
      </w:r>
      <w:r w:rsidR="00382E69">
        <w:t>___</w:t>
      </w:r>
    </w:p>
    <w:p w14:paraId="19876580" w14:textId="77777777" w:rsidR="00E07EA6" w:rsidRDefault="00A84667" w:rsidP="009B3556">
      <w:r>
        <w:t>Supervisor</w:t>
      </w:r>
      <w:r w:rsidR="000D7CD6">
        <w:t>: ___</w:t>
      </w:r>
      <w:r w:rsidR="006B7D93">
        <w:rPr>
          <w:u w:val="single"/>
        </w:rPr>
        <w:tab/>
      </w:r>
      <w:r w:rsidR="006B7D93">
        <w:rPr>
          <w:u w:val="single"/>
        </w:rPr>
        <w:tab/>
      </w:r>
      <w:r w:rsidR="006B7D93">
        <w:rPr>
          <w:u w:val="single"/>
        </w:rPr>
        <w:tab/>
      </w:r>
      <w:r>
        <w:t>____________</w:t>
      </w:r>
    </w:p>
    <w:p w14:paraId="7A4D9E10" w14:textId="77777777" w:rsidR="00577A63" w:rsidRPr="00577A63" w:rsidRDefault="00577A63" w:rsidP="00577A63">
      <w:pPr>
        <w:rPr>
          <w:rFonts w:ascii="Calibri" w:hAnsi="Calibri"/>
          <w:sz w:val="20"/>
          <w:szCs w:val="20"/>
        </w:rPr>
      </w:pPr>
      <w:r w:rsidRPr="00577A63">
        <w:rPr>
          <w:sz w:val="20"/>
          <w:szCs w:val="20"/>
        </w:rPr>
        <w:t xml:space="preserve">The administrator will </w:t>
      </w:r>
      <w:r w:rsidRPr="00577A63">
        <w:rPr>
          <w:rFonts w:ascii="Calibri" w:hAnsi="Calibri"/>
          <w:sz w:val="20"/>
          <w:szCs w:val="20"/>
        </w:rPr>
        <w:t>establish a minimum of one individual goal for each of the 6 Standards. The Professional Growth Goal Form is used as follows:</w:t>
      </w:r>
    </w:p>
    <w:p w14:paraId="0EB5BF5B" w14:textId="77777777" w:rsidR="00577A63" w:rsidRPr="008A52D4" w:rsidRDefault="00577A63" w:rsidP="00577A63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8A52D4">
        <w:rPr>
          <w:rFonts w:ascii="Calibri" w:hAnsi="Calibri"/>
          <w:sz w:val="20"/>
          <w:szCs w:val="20"/>
        </w:rPr>
        <w:t>The indicator under the standard is identified. (ex. 1.1)</w:t>
      </w:r>
      <w:r>
        <w:rPr>
          <w:rFonts w:ascii="Calibri" w:hAnsi="Calibri"/>
          <w:sz w:val="20"/>
          <w:szCs w:val="20"/>
        </w:rPr>
        <w:t xml:space="preserve"> </w:t>
      </w:r>
    </w:p>
    <w:p w14:paraId="6D7ABD21" w14:textId="77777777" w:rsidR="00577A63" w:rsidRPr="008A52D4" w:rsidRDefault="00577A63" w:rsidP="00577A63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8A52D4">
        <w:rPr>
          <w:rFonts w:ascii="Calibri" w:hAnsi="Calibri"/>
          <w:sz w:val="20"/>
          <w:szCs w:val="20"/>
        </w:rPr>
        <w:t>The completed form is sub</w:t>
      </w:r>
      <w:r>
        <w:rPr>
          <w:rFonts w:ascii="Calibri" w:hAnsi="Calibri"/>
          <w:sz w:val="20"/>
          <w:szCs w:val="20"/>
        </w:rPr>
        <w:t xml:space="preserve">mitted to the supervisor/regional director. </w:t>
      </w:r>
    </w:p>
    <w:p w14:paraId="18B6883D" w14:textId="77777777" w:rsidR="00577A63" w:rsidRDefault="00577A63" w:rsidP="00577A63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8A52D4">
        <w:rPr>
          <w:rFonts w:ascii="Calibri" w:hAnsi="Calibri"/>
          <w:sz w:val="20"/>
          <w:szCs w:val="20"/>
        </w:rPr>
        <w:t>The goals are set in the Ini</w:t>
      </w:r>
      <w:r>
        <w:rPr>
          <w:rFonts w:ascii="Calibri" w:hAnsi="Calibri"/>
          <w:sz w:val="20"/>
          <w:szCs w:val="20"/>
        </w:rPr>
        <w:t xml:space="preserve">tial Goals Conference with the </w:t>
      </w:r>
      <w:r w:rsidRPr="008A52D4">
        <w:rPr>
          <w:rFonts w:ascii="Calibri" w:hAnsi="Calibri"/>
          <w:sz w:val="20"/>
          <w:szCs w:val="20"/>
        </w:rPr>
        <w:t>supervisor</w:t>
      </w:r>
      <w:r>
        <w:rPr>
          <w:rFonts w:ascii="Calibri" w:hAnsi="Calibri"/>
          <w:sz w:val="20"/>
          <w:szCs w:val="20"/>
        </w:rPr>
        <w:t xml:space="preserve">/regional director </w:t>
      </w:r>
      <w:r w:rsidRPr="008A52D4">
        <w:rPr>
          <w:rFonts w:ascii="Calibri" w:hAnsi="Calibri"/>
          <w:sz w:val="20"/>
          <w:szCs w:val="20"/>
        </w:rPr>
        <w:t>and reviewed/revised in the spring of the school year.</w:t>
      </w:r>
    </w:p>
    <w:p w14:paraId="2D953958" w14:textId="77777777" w:rsidR="008A52D4" w:rsidRPr="00577A63" w:rsidRDefault="008A52D4" w:rsidP="00577A63">
      <w:pPr>
        <w:rPr>
          <w:rFonts w:ascii="Calibri" w:hAnsi="Calibri"/>
          <w:sz w:val="20"/>
          <w:szCs w:val="20"/>
        </w:rPr>
      </w:pPr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6"/>
        <w:gridCol w:w="3298"/>
        <w:gridCol w:w="1282"/>
        <w:gridCol w:w="3923"/>
        <w:gridCol w:w="3637"/>
      </w:tblGrid>
      <w:tr w:rsidR="00C34FA2" w:rsidRPr="000F71BD" w14:paraId="73FAA230" w14:textId="77777777" w:rsidTr="00C34FA2">
        <w:tc>
          <w:tcPr>
            <w:tcW w:w="2476" w:type="dxa"/>
          </w:tcPr>
          <w:p w14:paraId="50C5ACC0" w14:textId="77777777" w:rsidR="00C34FA2" w:rsidRPr="000D7CD6" w:rsidRDefault="00C34FA2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Professional Goal </w:t>
            </w:r>
          </w:p>
        </w:tc>
        <w:tc>
          <w:tcPr>
            <w:tcW w:w="3298" w:type="dxa"/>
          </w:tcPr>
          <w:p w14:paraId="4A811C0A" w14:textId="77777777" w:rsidR="00C34FA2" w:rsidRPr="000F71BD" w:rsidRDefault="00C34FA2" w:rsidP="00C34F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Action Steps</w:t>
            </w:r>
          </w:p>
        </w:tc>
        <w:tc>
          <w:tcPr>
            <w:tcW w:w="1282" w:type="dxa"/>
          </w:tcPr>
          <w:p w14:paraId="561D80C0" w14:textId="77777777" w:rsidR="00C34FA2" w:rsidRPr="000F71BD" w:rsidRDefault="00C34FA2" w:rsidP="00C34F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Timeline</w:t>
            </w:r>
          </w:p>
        </w:tc>
        <w:tc>
          <w:tcPr>
            <w:tcW w:w="3923" w:type="dxa"/>
          </w:tcPr>
          <w:p w14:paraId="44E12CC7" w14:textId="77777777" w:rsidR="00C34FA2" w:rsidRPr="000F71BD" w:rsidRDefault="00C34FA2" w:rsidP="00DB5E4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 the data that will be used to document progress.</w:t>
            </w:r>
          </w:p>
        </w:tc>
        <w:tc>
          <w:tcPr>
            <w:tcW w:w="3637" w:type="dxa"/>
          </w:tcPr>
          <w:p w14:paraId="0D7F9EC5" w14:textId="77777777" w:rsidR="00C34FA2" w:rsidRDefault="00C34FA2" w:rsidP="00C34F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Reflection on Outcomes</w:t>
            </w:r>
          </w:p>
        </w:tc>
      </w:tr>
      <w:tr w:rsidR="00C34FA2" w:rsidRPr="000F71BD" w14:paraId="539CAE8A" w14:textId="77777777" w:rsidTr="00746416">
        <w:trPr>
          <w:trHeight w:val="2420"/>
        </w:trPr>
        <w:tc>
          <w:tcPr>
            <w:tcW w:w="2476" w:type="dxa"/>
          </w:tcPr>
          <w:p w14:paraId="712CF53C" w14:textId="77777777" w:rsidR="00C34FA2" w:rsidRDefault="00C34FA2">
            <w:pPr>
              <w:rPr>
                <w:sz w:val="20"/>
                <w:szCs w:val="20"/>
              </w:rPr>
            </w:pPr>
            <w:r w:rsidRPr="000D7CD6">
              <w:rPr>
                <w:sz w:val="20"/>
                <w:szCs w:val="20"/>
                <w:u w:val="single"/>
              </w:rPr>
              <w:t>Standard 1</w:t>
            </w:r>
            <w:r>
              <w:rPr>
                <w:sz w:val="20"/>
                <w:szCs w:val="20"/>
              </w:rPr>
              <w:t xml:space="preserve">: </w:t>
            </w:r>
          </w:p>
          <w:p w14:paraId="64C8EAEB" w14:textId="77777777" w:rsidR="00577A63" w:rsidRDefault="00577A63" w:rsidP="002C57EC">
            <w:pPr>
              <w:rPr>
                <w:sz w:val="20"/>
                <w:szCs w:val="20"/>
              </w:rPr>
            </w:pPr>
          </w:p>
          <w:p w14:paraId="0AE91769" w14:textId="77777777" w:rsidR="00C34FA2" w:rsidRDefault="00C34FA2" w:rsidP="002C57EC">
            <w:pPr>
              <w:rPr>
                <w:sz w:val="20"/>
                <w:szCs w:val="20"/>
              </w:rPr>
            </w:pPr>
          </w:p>
          <w:p w14:paraId="2B33C90C" w14:textId="77777777" w:rsidR="006B7D93" w:rsidRDefault="006B7D93" w:rsidP="002C57EC">
            <w:pPr>
              <w:rPr>
                <w:sz w:val="20"/>
                <w:szCs w:val="20"/>
              </w:rPr>
            </w:pPr>
          </w:p>
          <w:p w14:paraId="7CB4AA25" w14:textId="77777777" w:rsidR="006B7D93" w:rsidRDefault="006B7D93" w:rsidP="002C57EC">
            <w:pPr>
              <w:rPr>
                <w:sz w:val="20"/>
                <w:szCs w:val="20"/>
              </w:rPr>
            </w:pPr>
          </w:p>
          <w:p w14:paraId="39F05703" w14:textId="77777777" w:rsidR="006B7D93" w:rsidRDefault="006B7D93" w:rsidP="002C57EC">
            <w:pPr>
              <w:rPr>
                <w:sz w:val="20"/>
                <w:szCs w:val="20"/>
              </w:rPr>
            </w:pPr>
          </w:p>
          <w:p w14:paraId="5446D472" w14:textId="77777777" w:rsidR="006B7D93" w:rsidRDefault="006B7D93" w:rsidP="002C57EC">
            <w:pPr>
              <w:rPr>
                <w:sz w:val="20"/>
                <w:szCs w:val="20"/>
              </w:rPr>
            </w:pPr>
          </w:p>
          <w:p w14:paraId="3C5108C2" w14:textId="77777777" w:rsidR="006B7D93" w:rsidRDefault="006B7D93" w:rsidP="002C57EC">
            <w:pPr>
              <w:rPr>
                <w:sz w:val="20"/>
                <w:szCs w:val="20"/>
              </w:rPr>
            </w:pPr>
          </w:p>
          <w:p w14:paraId="0BC9D12C" w14:textId="77777777" w:rsidR="006B7D93" w:rsidRDefault="006B7D93" w:rsidP="002C57EC">
            <w:pPr>
              <w:rPr>
                <w:sz w:val="20"/>
                <w:szCs w:val="20"/>
              </w:rPr>
            </w:pPr>
          </w:p>
          <w:p w14:paraId="586A3E87" w14:textId="77777777" w:rsidR="006B7D93" w:rsidRDefault="006B7D93" w:rsidP="002C57EC">
            <w:pPr>
              <w:rPr>
                <w:sz w:val="20"/>
                <w:szCs w:val="20"/>
              </w:rPr>
            </w:pPr>
          </w:p>
          <w:p w14:paraId="7EEDAE0F" w14:textId="77777777" w:rsidR="006B7D93" w:rsidRPr="000F71BD" w:rsidRDefault="006B7D93" w:rsidP="002C57EC">
            <w:pPr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7F3B80AA" w14:textId="77777777" w:rsidR="00A84667" w:rsidRPr="00A84667" w:rsidRDefault="00A84667" w:rsidP="007464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14:paraId="28C3E67B" w14:textId="77777777" w:rsidR="00A84667" w:rsidRPr="000F71BD" w:rsidRDefault="00A84667" w:rsidP="007464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23" w:type="dxa"/>
          </w:tcPr>
          <w:p w14:paraId="7E6DC5BC" w14:textId="77777777" w:rsidR="006B7D93" w:rsidRPr="000F71BD" w:rsidRDefault="006B7D93" w:rsidP="006B7D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447C152" w14:textId="77777777" w:rsidR="00A84667" w:rsidRPr="000F71BD" w:rsidRDefault="00A84667" w:rsidP="007464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37" w:type="dxa"/>
          </w:tcPr>
          <w:p w14:paraId="5FD042B9" w14:textId="77777777" w:rsidR="007751CB" w:rsidRPr="000F71BD" w:rsidRDefault="007751CB" w:rsidP="00DB5E4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34FA2" w:rsidRPr="000F71BD" w14:paraId="043E5CDC" w14:textId="77777777" w:rsidTr="00C34FA2">
        <w:tc>
          <w:tcPr>
            <w:tcW w:w="2476" w:type="dxa"/>
          </w:tcPr>
          <w:p w14:paraId="3CE0BD39" w14:textId="77777777" w:rsidR="00C34FA2" w:rsidRDefault="00C34F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Standard</w:t>
            </w:r>
            <w:r w:rsidRPr="000D7CD6">
              <w:rPr>
                <w:sz w:val="20"/>
                <w:szCs w:val="20"/>
                <w:u w:val="single"/>
              </w:rPr>
              <w:t xml:space="preserve"> 2</w:t>
            </w:r>
            <w:r>
              <w:rPr>
                <w:sz w:val="20"/>
                <w:szCs w:val="20"/>
              </w:rPr>
              <w:t xml:space="preserve">: </w:t>
            </w:r>
          </w:p>
          <w:p w14:paraId="14C80C6D" w14:textId="77777777" w:rsidR="00C34FA2" w:rsidRPr="000F71BD" w:rsidRDefault="00C34FA2">
            <w:pPr>
              <w:rPr>
                <w:sz w:val="20"/>
                <w:szCs w:val="20"/>
              </w:rPr>
            </w:pPr>
          </w:p>
          <w:p w14:paraId="59916778" w14:textId="77777777" w:rsidR="00C34FA2" w:rsidRDefault="00C34FA2">
            <w:pPr>
              <w:rPr>
                <w:sz w:val="20"/>
                <w:szCs w:val="20"/>
              </w:rPr>
            </w:pPr>
          </w:p>
          <w:p w14:paraId="3A3B5770" w14:textId="77777777" w:rsidR="00577A63" w:rsidRDefault="00577A63">
            <w:pPr>
              <w:rPr>
                <w:sz w:val="20"/>
                <w:szCs w:val="20"/>
              </w:rPr>
            </w:pPr>
          </w:p>
          <w:p w14:paraId="11962C4C" w14:textId="77777777" w:rsidR="00577A63" w:rsidRDefault="00577A63">
            <w:pPr>
              <w:rPr>
                <w:sz w:val="20"/>
                <w:szCs w:val="20"/>
              </w:rPr>
            </w:pPr>
          </w:p>
          <w:p w14:paraId="492E1376" w14:textId="77777777" w:rsidR="00577A63" w:rsidRDefault="00577A63">
            <w:pPr>
              <w:rPr>
                <w:sz w:val="20"/>
                <w:szCs w:val="20"/>
              </w:rPr>
            </w:pPr>
          </w:p>
          <w:p w14:paraId="07AD6405" w14:textId="77777777" w:rsidR="00577A63" w:rsidRDefault="00577A63">
            <w:pPr>
              <w:rPr>
                <w:sz w:val="20"/>
                <w:szCs w:val="20"/>
              </w:rPr>
            </w:pPr>
          </w:p>
          <w:p w14:paraId="21E2D89A" w14:textId="77777777" w:rsidR="00577A63" w:rsidRDefault="00577A63">
            <w:pPr>
              <w:rPr>
                <w:sz w:val="20"/>
                <w:szCs w:val="20"/>
              </w:rPr>
            </w:pPr>
          </w:p>
          <w:p w14:paraId="169C5C0C" w14:textId="77777777" w:rsidR="00577A63" w:rsidRDefault="00577A63">
            <w:pPr>
              <w:rPr>
                <w:sz w:val="20"/>
                <w:szCs w:val="20"/>
              </w:rPr>
            </w:pPr>
          </w:p>
          <w:p w14:paraId="0783F282" w14:textId="77777777" w:rsidR="006B7D93" w:rsidRDefault="006B7D93">
            <w:pPr>
              <w:rPr>
                <w:sz w:val="20"/>
                <w:szCs w:val="20"/>
              </w:rPr>
            </w:pPr>
          </w:p>
          <w:p w14:paraId="6BFB16E7" w14:textId="77777777" w:rsidR="00C34FA2" w:rsidRDefault="00C34FA2">
            <w:pPr>
              <w:rPr>
                <w:sz w:val="20"/>
                <w:szCs w:val="20"/>
              </w:rPr>
            </w:pPr>
          </w:p>
          <w:p w14:paraId="1AAA862B" w14:textId="77777777" w:rsidR="006B7D93" w:rsidRPr="000F71BD" w:rsidRDefault="006B7D93">
            <w:pPr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1AE9E8FA" w14:textId="77777777" w:rsidR="001770BE" w:rsidRPr="000F71BD" w:rsidRDefault="001770BE" w:rsidP="00CC734C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14:paraId="1A9B91FE" w14:textId="77777777" w:rsidR="00D720A3" w:rsidRPr="00D720A3" w:rsidRDefault="00D720A3" w:rsidP="00CC734C">
            <w:pPr>
              <w:rPr>
                <w:sz w:val="20"/>
                <w:szCs w:val="20"/>
              </w:rPr>
            </w:pPr>
          </w:p>
        </w:tc>
        <w:tc>
          <w:tcPr>
            <w:tcW w:w="3923" w:type="dxa"/>
          </w:tcPr>
          <w:p w14:paraId="5D3C8893" w14:textId="77777777" w:rsidR="001F230B" w:rsidRPr="000F71BD" w:rsidRDefault="001F230B" w:rsidP="00CC734C">
            <w:pPr>
              <w:rPr>
                <w:sz w:val="20"/>
                <w:szCs w:val="20"/>
              </w:rPr>
            </w:pPr>
          </w:p>
        </w:tc>
        <w:tc>
          <w:tcPr>
            <w:tcW w:w="3637" w:type="dxa"/>
          </w:tcPr>
          <w:p w14:paraId="76505E4B" w14:textId="77777777" w:rsidR="007751CB" w:rsidRPr="000F71BD" w:rsidRDefault="007751CB" w:rsidP="00CC734C">
            <w:pPr>
              <w:rPr>
                <w:sz w:val="20"/>
                <w:szCs w:val="20"/>
              </w:rPr>
            </w:pPr>
          </w:p>
        </w:tc>
      </w:tr>
      <w:tr w:rsidR="00C34FA2" w:rsidRPr="000F71BD" w14:paraId="76F00E29" w14:textId="77777777" w:rsidTr="00C34FA2">
        <w:tc>
          <w:tcPr>
            <w:tcW w:w="2476" w:type="dxa"/>
          </w:tcPr>
          <w:p w14:paraId="677D0FE7" w14:textId="77777777" w:rsidR="00D67629" w:rsidRDefault="00C34FA2">
            <w:pPr>
              <w:rPr>
                <w:sz w:val="20"/>
                <w:szCs w:val="20"/>
              </w:rPr>
            </w:pPr>
            <w:r w:rsidRPr="000D7CD6">
              <w:rPr>
                <w:sz w:val="20"/>
                <w:szCs w:val="20"/>
                <w:u w:val="single"/>
              </w:rPr>
              <w:t>Standard 3</w:t>
            </w:r>
            <w:r>
              <w:rPr>
                <w:sz w:val="20"/>
                <w:szCs w:val="20"/>
              </w:rPr>
              <w:t xml:space="preserve">: </w:t>
            </w:r>
          </w:p>
          <w:p w14:paraId="43D802A9" w14:textId="77777777" w:rsidR="00577A63" w:rsidRDefault="00577A63" w:rsidP="00953CDD">
            <w:pPr>
              <w:rPr>
                <w:sz w:val="20"/>
                <w:szCs w:val="20"/>
              </w:rPr>
            </w:pPr>
          </w:p>
          <w:p w14:paraId="50EADCE5" w14:textId="77777777" w:rsidR="006B7D93" w:rsidRDefault="006B7D93" w:rsidP="00953CDD">
            <w:pPr>
              <w:rPr>
                <w:sz w:val="20"/>
                <w:szCs w:val="20"/>
              </w:rPr>
            </w:pPr>
          </w:p>
          <w:p w14:paraId="5D290C50" w14:textId="77777777" w:rsidR="006B7D93" w:rsidRDefault="006B7D93" w:rsidP="00953CDD">
            <w:pPr>
              <w:rPr>
                <w:sz w:val="20"/>
                <w:szCs w:val="20"/>
              </w:rPr>
            </w:pPr>
          </w:p>
          <w:p w14:paraId="0ACA5213" w14:textId="77777777" w:rsidR="006B7D93" w:rsidRDefault="006B7D93" w:rsidP="00953CDD">
            <w:pPr>
              <w:rPr>
                <w:sz w:val="20"/>
                <w:szCs w:val="20"/>
              </w:rPr>
            </w:pPr>
          </w:p>
          <w:p w14:paraId="0EBB63CB" w14:textId="77777777" w:rsidR="006B7D93" w:rsidRDefault="006B7D93" w:rsidP="00953CDD">
            <w:pPr>
              <w:rPr>
                <w:sz w:val="20"/>
                <w:szCs w:val="20"/>
              </w:rPr>
            </w:pPr>
          </w:p>
          <w:p w14:paraId="45F021C3" w14:textId="77777777" w:rsidR="006B7D93" w:rsidRDefault="006B7D93" w:rsidP="00953CDD">
            <w:pPr>
              <w:rPr>
                <w:sz w:val="20"/>
                <w:szCs w:val="20"/>
              </w:rPr>
            </w:pPr>
          </w:p>
          <w:p w14:paraId="284C0677" w14:textId="77777777" w:rsidR="006B7D93" w:rsidRDefault="006B7D93" w:rsidP="00953CDD">
            <w:pPr>
              <w:rPr>
                <w:sz w:val="20"/>
                <w:szCs w:val="20"/>
              </w:rPr>
            </w:pPr>
          </w:p>
          <w:p w14:paraId="07A0C7CB" w14:textId="77777777" w:rsidR="006B7D93" w:rsidRDefault="006B7D93" w:rsidP="00953CDD">
            <w:pPr>
              <w:rPr>
                <w:sz w:val="20"/>
                <w:szCs w:val="20"/>
              </w:rPr>
            </w:pPr>
          </w:p>
          <w:p w14:paraId="3E1D71F1" w14:textId="77777777" w:rsidR="00577A63" w:rsidRDefault="00577A63" w:rsidP="00953CDD">
            <w:pPr>
              <w:rPr>
                <w:sz w:val="20"/>
                <w:szCs w:val="20"/>
              </w:rPr>
            </w:pPr>
          </w:p>
          <w:p w14:paraId="0AA8F110" w14:textId="77777777" w:rsidR="006B7D93" w:rsidRPr="000F71BD" w:rsidRDefault="006B7D93" w:rsidP="00953CDD">
            <w:pPr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0E34A35F" w14:textId="77777777" w:rsidR="00E116E5" w:rsidRDefault="00E116E5" w:rsidP="005D3C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46C1B9A" w14:textId="77777777" w:rsidR="00E116E5" w:rsidRPr="000F71BD" w:rsidRDefault="00E116E5" w:rsidP="005D3C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14:paraId="126B9D3E" w14:textId="77777777" w:rsidR="00E116E5" w:rsidRPr="000F71BD" w:rsidRDefault="00E116E5" w:rsidP="00DB5E46">
            <w:pPr>
              <w:rPr>
                <w:sz w:val="20"/>
                <w:szCs w:val="20"/>
              </w:rPr>
            </w:pPr>
          </w:p>
        </w:tc>
        <w:tc>
          <w:tcPr>
            <w:tcW w:w="3923" w:type="dxa"/>
          </w:tcPr>
          <w:p w14:paraId="457C1323" w14:textId="77777777" w:rsidR="00E116E5" w:rsidRPr="000F71BD" w:rsidRDefault="00E116E5" w:rsidP="004F3B17">
            <w:pPr>
              <w:rPr>
                <w:sz w:val="20"/>
                <w:szCs w:val="20"/>
              </w:rPr>
            </w:pPr>
          </w:p>
        </w:tc>
        <w:tc>
          <w:tcPr>
            <w:tcW w:w="3637" w:type="dxa"/>
          </w:tcPr>
          <w:p w14:paraId="43F707B9" w14:textId="77777777" w:rsidR="007751CB" w:rsidRPr="000F71BD" w:rsidRDefault="007751CB" w:rsidP="00DB5E46">
            <w:pPr>
              <w:rPr>
                <w:sz w:val="20"/>
                <w:szCs w:val="20"/>
              </w:rPr>
            </w:pPr>
          </w:p>
        </w:tc>
      </w:tr>
      <w:tr w:rsidR="00C34FA2" w:rsidRPr="000F71BD" w14:paraId="52D07823" w14:textId="77777777" w:rsidTr="00C34FA2">
        <w:tc>
          <w:tcPr>
            <w:tcW w:w="2476" w:type="dxa"/>
          </w:tcPr>
          <w:p w14:paraId="725C1F72" w14:textId="77777777" w:rsidR="00C34FA2" w:rsidRDefault="00C34FA2">
            <w:pPr>
              <w:rPr>
                <w:sz w:val="20"/>
                <w:szCs w:val="20"/>
              </w:rPr>
            </w:pPr>
            <w:r w:rsidRPr="000D7CD6">
              <w:rPr>
                <w:sz w:val="20"/>
                <w:szCs w:val="20"/>
                <w:u w:val="single"/>
              </w:rPr>
              <w:lastRenderedPageBreak/>
              <w:t>Standards 4</w:t>
            </w:r>
            <w:r>
              <w:rPr>
                <w:sz w:val="20"/>
                <w:szCs w:val="20"/>
              </w:rPr>
              <w:t xml:space="preserve">: </w:t>
            </w:r>
          </w:p>
          <w:p w14:paraId="532F4FA0" w14:textId="77777777" w:rsidR="00577A63" w:rsidRDefault="00577A63" w:rsidP="006B7D93">
            <w:pPr>
              <w:rPr>
                <w:sz w:val="20"/>
                <w:szCs w:val="20"/>
              </w:rPr>
            </w:pPr>
          </w:p>
          <w:p w14:paraId="590E86AA" w14:textId="77777777" w:rsidR="006B7D93" w:rsidRDefault="006B7D93" w:rsidP="006B7D93">
            <w:pPr>
              <w:rPr>
                <w:sz w:val="20"/>
                <w:szCs w:val="20"/>
              </w:rPr>
            </w:pPr>
          </w:p>
          <w:p w14:paraId="1D5103EC" w14:textId="77777777" w:rsidR="006B7D93" w:rsidRDefault="006B7D93" w:rsidP="006B7D93">
            <w:pPr>
              <w:rPr>
                <w:sz w:val="20"/>
                <w:szCs w:val="20"/>
              </w:rPr>
            </w:pPr>
          </w:p>
          <w:p w14:paraId="4810383F" w14:textId="77777777" w:rsidR="006B7D93" w:rsidRDefault="006B7D93" w:rsidP="006B7D93">
            <w:pPr>
              <w:rPr>
                <w:sz w:val="20"/>
                <w:szCs w:val="20"/>
              </w:rPr>
            </w:pPr>
          </w:p>
          <w:p w14:paraId="314A959D" w14:textId="77777777" w:rsidR="006B7D93" w:rsidRDefault="006B7D93" w:rsidP="006B7D93">
            <w:pPr>
              <w:rPr>
                <w:sz w:val="20"/>
                <w:szCs w:val="20"/>
              </w:rPr>
            </w:pPr>
          </w:p>
          <w:p w14:paraId="155A81E1" w14:textId="77777777" w:rsidR="006B7D93" w:rsidRDefault="006B7D93" w:rsidP="006B7D93">
            <w:pPr>
              <w:rPr>
                <w:sz w:val="20"/>
                <w:szCs w:val="20"/>
              </w:rPr>
            </w:pPr>
          </w:p>
          <w:p w14:paraId="4C35400C" w14:textId="77777777" w:rsidR="006B7D93" w:rsidRDefault="006B7D93" w:rsidP="006B7D93">
            <w:pPr>
              <w:rPr>
                <w:sz w:val="20"/>
                <w:szCs w:val="20"/>
              </w:rPr>
            </w:pPr>
          </w:p>
          <w:p w14:paraId="31E6E5C0" w14:textId="77777777" w:rsidR="006B7D93" w:rsidRDefault="006B7D93" w:rsidP="006B7D93">
            <w:pPr>
              <w:rPr>
                <w:sz w:val="20"/>
                <w:szCs w:val="20"/>
              </w:rPr>
            </w:pPr>
          </w:p>
          <w:p w14:paraId="0208C4FB" w14:textId="77777777" w:rsidR="006B7D93" w:rsidRDefault="006B7D93" w:rsidP="006B7D93">
            <w:pPr>
              <w:rPr>
                <w:sz w:val="20"/>
                <w:szCs w:val="20"/>
              </w:rPr>
            </w:pPr>
          </w:p>
          <w:p w14:paraId="25797693" w14:textId="77777777" w:rsidR="006B7D93" w:rsidRDefault="006B7D93" w:rsidP="006B7D93">
            <w:pPr>
              <w:rPr>
                <w:sz w:val="20"/>
                <w:szCs w:val="20"/>
              </w:rPr>
            </w:pPr>
          </w:p>
          <w:p w14:paraId="3FC6B162" w14:textId="77777777" w:rsidR="006B7D93" w:rsidRDefault="006B7D93" w:rsidP="006B7D93">
            <w:pPr>
              <w:rPr>
                <w:sz w:val="20"/>
                <w:szCs w:val="20"/>
              </w:rPr>
            </w:pPr>
          </w:p>
          <w:p w14:paraId="448FCE20" w14:textId="77777777" w:rsidR="006B7D93" w:rsidRPr="000F71BD" w:rsidRDefault="006B7D93" w:rsidP="006B7D93">
            <w:pPr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5BE36D14" w14:textId="77777777" w:rsidR="006B7D93" w:rsidRPr="000F71BD" w:rsidRDefault="006B7D93" w:rsidP="006B7D93">
            <w:pPr>
              <w:rPr>
                <w:sz w:val="20"/>
                <w:szCs w:val="20"/>
              </w:rPr>
            </w:pPr>
          </w:p>
          <w:p w14:paraId="3EDC6EBC" w14:textId="77777777" w:rsidR="0005336E" w:rsidRPr="000F71BD" w:rsidRDefault="0005336E" w:rsidP="0005336E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14:paraId="2990ED4D" w14:textId="77777777" w:rsidR="0005336E" w:rsidRPr="000F71BD" w:rsidRDefault="0005336E">
            <w:pPr>
              <w:rPr>
                <w:sz w:val="20"/>
                <w:szCs w:val="20"/>
              </w:rPr>
            </w:pPr>
          </w:p>
        </w:tc>
        <w:tc>
          <w:tcPr>
            <w:tcW w:w="3923" w:type="dxa"/>
          </w:tcPr>
          <w:p w14:paraId="37EC75FE" w14:textId="77777777" w:rsidR="0005336E" w:rsidRPr="000F71BD" w:rsidRDefault="0005336E">
            <w:pPr>
              <w:rPr>
                <w:sz w:val="20"/>
                <w:szCs w:val="20"/>
              </w:rPr>
            </w:pPr>
          </w:p>
        </w:tc>
        <w:tc>
          <w:tcPr>
            <w:tcW w:w="3637" w:type="dxa"/>
          </w:tcPr>
          <w:p w14:paraId="05777502" w14:textId="77777777" w:rsidR="00A8372A" w:rsidRPr="000F71BD" w:rsidRDefault="00A8372A">
            <w:pPr>
              <w:rPr>
                <w:sz w:val="20"/>
                <w:szCs w:val="20"/>
              </w:rPr>
            </w:pPr>
          </w:p>
        </w:tc>
      </w:tr>
      <w:tr w:rsidR="00C34FA2" w:rsidRPr="000F71BD" w14:paraId="5953A607" w14:textId="77777777" w:rsidTr="00C34FA2">
        <w:tc>
          <w:tcPr>
            <w:tcW w:w="2476" w:type="dxa"/>
          </w:tcPr>
          <w:p w14:paraId="229DA937" w14:textId="77777777" w:rsidR="00C34FA2" w:rsidRDefault="00C34FA2">
            <w:pPr>
              <w:rPr>
                <w:sz w:val="20"/>
                <w:szCs w:val="20"/>
              </w:rPr>
            </w:pPr>
            <w:r w:rsidRPr="000D7CD6">
              <w:rPr>
                <w:sz w:val="20"/>
                <w:szCs w:val="20"/>
                <w:u w:val="single"/>
              </w:rPr>
              <w:t>Standard 5</w:t>
            </w:r>
            <w:r>
              <w:rPr>
                <w:sz w:val="20"/>
                <w:szCs w:val="20"/>
              </w:rPr>
              <w:t xml:space="preserve">:  </w:t>
            </w:r>
          </w:p>
          <w:p w14:paraId="157155EF" w14:textId="77777777" w:rsidR="00C34FA2" w:rsidRDefault="00C34FA2" w:rsidP="006B7D93">
            <w:pPr>
              <w:rPr>
                <w:sz w:val="20"/>
                <w:szCs w:val="20"/>
              </w:rPr>
            </w:pPr>
          </w:p>
          <w:p w14:paraId="37FA7915" w14:textId="77777777" w:rsidR="006B7D93" w:rsidRDefault="006B7D93" w:rsidP="006B7D93">
            <w:pPr>
              <w:rPr>
                <w:sz w:val="20"/>
                <w:szCs w:val="20"/>
              </w:rPr>
            </w:pPr>
          </w:p>
          <w:p w14:paraId="1F03EA81" w14:textId="77777777" w:rsidR="006B7D93" w:rsidRDefault="006B7D93" w:rsidP="006B7D93">
            <w:pPr>
              <w:rPr>
                <w:sz w:val="20"/>
                <w:szCs w:val="20"/>
              </w:rPr>
            </w:pPr>
          </w:p>
          <w:p w14:paraId="74482277" w14:textId="77777777" w:rsidR="006B7D93" w:rsidRDefault="006B7D93" w:rsidP="006B7D93">
            <w:pPr>
              <w:rPr>
                <w:sz w:val="20"/>
                <w:szCs w:val="20"/>
              </w:rPr>
            </w:pPr>
          </w:p>
          <w:p w14:paraId="0E5F13A3" w14:textId="77777777" w:rsidR="006B7D93" w:rsidRDefault="006B7D93" w:rsidP="006B7D93">
            <w:pPr>
              <w:rPr>
                <w:sz w:val="20"/>
                <w:szCs w:val="20"/>
              </w:rPr>
            </w:pPr>
          </w:p>
          <w:p w14:paraId="708116F9" w14:textId="77777777" w:rsidR="006B7D93" w:rsidRDefault="006B7D93" w:rsidP="006B7D93">
            <w:pPr>
              <w:rPr>
                <w:sz w:val="20"/>
                <w:szCs w:val="20"/>
              </w:rPr>
            </w:pPr>
          </w:p>
          <w:p w14:paraId="235B4898" w14:textId="77777777" w:rsidR="006B7D93" w:rsidRDefault="006B7D93" w:rsidP="006B7D93">
            <w:pPr>
              <w:rPr>
                <w:sz w:val="20"/>
                <w:szCs w:val="20"/>
              </w:rPr>
            </w:pPr>
          </w:p>
          <w:p w14:paraId="7FFCA5B0" w14:textId="77777777" w:rsidR="006B7D93" w:rsidRDefault="006B7D93" w:rsidP="006B7D93">
            <w:pPr>
              <w:rPr>
                <w:sz w:val="20"/>
                <w:szCs w:val="20"/>
              </w:rPr>
            </w:pPr>
          </w:p>
          <w:p w14:paraId="1A6D532A" w14:textId="77777777" w:rsidR="006B7D93" w:rsidRDefault="006B7D93" w:rsidP="006B7D93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14:paraId="6F1C4068" w14:textId="77777777" w:rsidR="006B7D93" w:rsidRDefault="006B7D93" w:rsidP="006B7D93">
            <w:pPr>
              <w:rPr>
                <w:sz w:val="20"/>
                <w:szCs w:val="20"/>
              </w:rPr>
            </w:pPr>
          </w:p>
          <w:p w14:paraId="29DFC0EE" w14:textId="77777777" w:rsidR="006B7D93" w:rsidRDefault="006B7D93" w:rsidP="006B7D93">
            <w:pPr>
              <w:rPr>
                <w:sz w:val="20"/>
                <w:szCs w:val="20"/>
              </w:rPr>
            </w:pPr>
          </w:p>
          <w:p w14:paraId="07F93AB6" w14:textId="77777777" w:rsidR="006B7D93" w:rsidRDefault="006B7D93" w:rsidP="006B7D93">
            <w:pPr>
              <w:rPr>
                <w:sz w:val="20"/>
                <w:szCs w:val="20"/>
              </w:rPr>
            </w:pPr>
          </w:p>
          <w:p w14:paraId="7F4E2032" w14:textId="77777777" w:rsidR="006B7D93" w:rsidRPr="000F71BD" w:rsidRDefault="006B7D93" w:rsidP="006B7D93">
            <w:pPr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73361453" w14:textId="77777777" w:rsidR="00D67629" w:rsidRPr="000F71BD" w:rsidRDefault="00D67629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14:paraId="7CB69F39" w14:textId="77777777" w:rsidR="00A27DB7" w:rsidRDefault="00A27DB7">
            <w:pPr>
              <w:rPr>
                <w:sz w:val="20"/>
                <w:szCs w:val="20"/>
              </w:rPr>
            </w:pPr>
          </w:p>
          <w:p w14:paraId="05073D47" w14:textId="77777777" w:rsidR="00A27DB7" w:rsidRPr="000F71BD" w:rsidRDefault="00A27DB7">
            <w:pPr>
              <w:rPr>
                <w:sz w:val="20"/>
                <w:szCs w:val="20"/>
              </w:rPr>
            </w:pPr>
          </w:p>
        </w:tc>
        <w:tc>
          <w:tcPr>
            <w:tcW w:w="3923" w:type="dxa"/>
          </w:tcPr>
          <w:p w14:paraId="01C6921B" w14:textId="77777777" w:rsidR="00A27DB7" w:rsidRPr="000F71BD" w:rsidRDefault="00A27DB7" w:rsidP="00A27DB7">
            <w:pPr>
              <w:rPr>
                <w:sz w:val="20"/>
                <w:szCs w:val="20"/>
              </w:rPr>
            </w:pPr>
          </w:p>
        </w:tc>
        <w:tc>
          <w:tcPr>
            <w:tcW w:w="3637" w:type="dxa"/>
          </w:tcPr>
          <w:p w14:paraId="39DFC9F6" w14:textId="77777777" w:rsidR="00A8372A" w:rsidRPr="000F71BD" w:rsidRDefault="00A8372A">
            <w:pPr>
              <w:rPr>
                <w:sz w:val="20"/>
                <w:szCs w:val="20"/>
              </w:rPr>
            </w:pPr>
          </w:p>
        </w:tc>
      </w:tr>
      <w:tr w:rsidR="00C34FA2" w:rsidRPr="000F71BD" w14:paraId="3B86273F" w14:textId="77777777" w:rsidTr="00C34FA2">
        <w:tc>
          <w:tcPr>
            <w:tcW w:w="2476" w:type="dxa"/>
          </w:tcPr>
          <w:p w14:paraId="79154C35" w14:textId="77777777" w:rsidR="00C34FA2" w:rsidRDefault="00C34FA2">
            <w:pPr>
              <w:rPr>
                <w:sz w:val="20"/>
                <w:szCs w:val="20"/>
              </w:rPr>
            </w:pPr>
            <w:r w:rsidRPr="000D7CD6">
              <w:rPr>
                <w:sz w:val="20"/>
                <w:szCs w:val="20"/>
                <w:u w:val="single"/>
              </w:rPr>
              <w:t>Standard 6</w:t>
            </w:r>
            <w:r>
              <w:rPr>
                <w:sz w:val="20"/>
                <w:szCs w:val="20"/>
              </w:rPr>
              <w:t xml:space="preserve">: </w:t>
            </w:r>
          </w:p>
          <w:p w14:paraId="41197C26" w14:textId="77777777" w:rsidR="00577A63" w:rsidRDefault="00577A63">
            <w:pPr>
              <w:rPr>
                <w:sz w:val="20"/>
                <w:szCs w:val="20"/>
              </w:rPr>
            </w:pPr>
          </w:p>
          <w:p w14:paraId="09BC910E" w14:textId="77777777" w:rsidR="00577A63" w:rsidRDefault="00577A63">
            <w:pPr>
              <w:rPr>
                <w:sz w:val="20"/>
                <w:szCs w:val="20"/>
              </w:rPr>
            </w:pPr>
          </w:p>
          <w:p w14:paraId="221571FF" w14:textId="77777777" w:rsidR="00577A63" w:rsidRDefault="00577A63">
            <w:pPr>
              <w:rPr>
                <w:sz w:val="20"/>
                <w:szCs w:val="20"/>
              </w:rPr>
            </w:pPr>
          </w:p>
          <w:p w14:paraId="2BC3080C" w14:textId="77777777" w:rsidR="006B7D93" w:rsidRDefault="006B7D93">
            <w:pPr>
              <w:rPr>
                <w:sz w:val="20"/>
                <w:szCs w:val="20"/>
              </w:rPr>
            </w:pPr>
          </w:p>
          <w:p w14:paraId="741887FA" w14:textId="77777777" w:rsidR="006B7D93" w:rsidRDefault="006B7D93">
            <w:pPr>
              <w:rPr>
                <w:sz w:val="20"/>
                <w:szCs w:val="20"/>
              </w:rPr>
            </w:pPr>
          </w:p>
          <w:p w14:paraId="6C2576EE" w14:textId="77777777" w:rsidR="006B7D93" w:rsidRDefault="006B7D93">
            <w:pPr>
              <w:rPr>
                <w:sz w:val="20"/>
                <w:szCs w:val="20"/>
              </w:rPr>
            </w:pPr>
          </w:p>
          <w:p w14:paraId="74508510" w14:textId="77777777" w:rsidR="006B7D93" w:rsidRDefault="006B7D93">
            <w:pPr>
              <w:rPr>
                <w:sz w:val="20"/>
                <w:szCs w:val="20"/>
              </w:rPr>
            </w:pPr>
          </w:p>
          <w:p w14:paraId="500DB9B6" w14:textId="77777777" w:rsidR="006B7D93" w:rsidRDefault="006B7D93">
            <w:pPr>
              <w:rPr>
                <w:sz w:val="20"/>
                <w:szCs w:val="20"/>
              </w:rPr>
            </w:pPr>
          </w:p>
          <w:p w14:paraId="399A618B" w14:textId="77777777" w:rsidR="006B7D93" w:rsidRDefault="006B7D93">
            <w:pPr>
              <w:rPr>
                <w:sz w:val="20"/>
                <w:szCs w:val="20"/>
              </w:rPr>
            </w:pPr>
          </w:p>
          <w:p w14:paraId="729CF6F2" w14:textId="77777777" w:rsidR="006B7D93" w:rsidRDefault="006B7D93">
            <w:pPr>
              <w:rPr>
                <w:sz w:val="20"/>
                <w:szCs w:val="20"/>
              </w:rPr>
            </w:pPr>
          </w:p>
          <w:p w14:paraId="0ABA9FDF" w14:textId="77777777" w:rsidR="006B7D93" w:rsidRDefault="006B7D93">
            <w:pPr>
              <w:rPr>
                <w:sz w:val="20"/>
                <w:szCs w:val="20"/>
              </w:rPr>
            </w:pPr>
          </w:p>
          <w:p w14:paraId="3493EE87" w14:textId="77777777" w:rsidR="00577A63" w:rsidRDefault="00577A63">
            <w:pPr>
              <w:rPr>
                <w:sz w:val="20"/>
                <w:szCs w:val="20"/>
              </w:rPr>
            </w:pPr>
          </w:p>
          <w:p w14:paraId="2A327395" w14:textId="77777777" w:rsidR="00C34FA2" w:rsidRDefault="00C34FA2">
            <w:pPr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6C88D9FE" w14:textId="77777777" w:rsidR="006B7D93" w:rsidRPr="000F71BD" w:rsidRDefault="006B7D93" w:rsidP="006B7D93">
            <w:pPr>
              <w:rPr>
                <w:sz w:val="20"/>
                <w:szCs w:val="20"/>
              </w:rPr>
            </w:pPr>
          </w:p>
          <w:p w14:paraId="591FCE52" w14:textId="77777777" w:rsidR="00597D01" w:rsidRPr="000F71BD" w:rsidRDefault="00597D01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14:paraId="343B131B" w14:textId="77777777" w:rsidR="00597D01" w:rsidRPr="000F71BD" w:rsidRDefault="00597D01" w:rsidP="006B7D93">
            <w:pPr>
              <w:rPr>
                <w:sz w:val="20"/>
                <w:szCs w:val="20"/>
              </w:rPr>
            </w:pPr>
          </w:p>
        </w:tc>
        <w:tc>
          <w:tcPr>
            <w:tcW w:w="3923" w:type="dxa"/>
          </w:tcPr>
          <w:p w14:paraId="5958BB30" w14:textId="77777777" w:rsidR="00597D01" w:rsidRPr="000F71BD" w:rsidRDefault="00597D01">
            <w:pPr>
              <w:rPr>
                <w:sz w:val="20"/>
                <w:szCs w:val="20"/>
              </w:rPr>
            </w:pPr>
          </w:p>
        </w:tc>
        <w:tc>
          <w:tcPr>
            <w:tcW w:w="3637" w:type="dxa"/>
          </w:tcPr>
          <w:p w14:paraId="3C120C1C" w14:textId="77777777" w:rsidR="00C34FA2" w:rsidRDefault="00C34FA2">
            <w:pPr>
              <w:rPr>
                <w:sz w:val="20"/>
                <w:szCs w:val="20"/>
              </w:rPr>
            </w:pPr>
          </w:p>
          <w:p w14:paraId="1B6768B0" w14:textId="77777777" w:rsidR="00A8372A" w:rsidRDefault="00A8372A">
            <w:pPr>
              <w:rPr>
                <w:sz w:val="20"/>
                <w:szCs w:val="20"/>
              </w:rPr>
            </w:pPr>
          </w:p>
          <w:p w14:paraId="6927EB98" w14:textId="77777777" w:rsidR="00943693" w:rsidRPr="000F71BD" w:rsidRDefault="00943693">
            <w:pPr>
              <w:rPr>
                <w:sz w:val="20"/>
                <w:szCs w:val="20"/>
              </w:rPr>
            </w:pPr>
          </w:p>
        </w:tc>
      </w:tr>
    </w:tbl>
    <w:p w14:paraId="249C6D7C" w14:textId="77777777" w:rsidR="008C16F7" w:rsidRDefault="008C16F7" w:rsidP="000F71BD">
      <w:pPr>
        <w:rPr>
          <w:sz w:val="20"/>
          <w:szCs w:val="20"/>
        </w:rPr>
      </w:pPr>
    </w:p>
    <w:p w14:paraId="20210078" w14:textId="77777777" w:rsidR="00986D0D" w:rsidRPr="00382E69" w:rsidRDefault="00986D0D" w:rsidP="000F71BD">
      <w:pPr>
        <w:rPr>
          <w:sz w:val="20"/>
          <w:szCs w:val="20"/>
        </w:rPr>
      </w:pPr>
    </w:p>
    <w:sectPr w:rsidR="00986D0D" w:rsidRPr="00382E69" w:rsidSect="00CA3BD8">
      <w:headerReference w:type="default" r:id="rId8"/>
      <w:pgSz w:w="15840" w:h="12240" w:orient="landscape"/>
      <w:pgMar w:top="720" w:right="720" w:bottom="72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9166B" w14:textId="77777777" w:rsidR="004431F7" w:rsidRDefault="004431F7" w:rsidP="00CA3BD8">
      <w:r>
        <w:separator/>
      </w:r>
    </w:p>
  </w:endnote>
  <w:endnote w:type="continuationSeparator" w:id="0">
    <w:p w14:paraId="738500A3" w14:textId="77777777" w:rsidR="004431F7" w:rsidRDefault="004431F7" w:rsidP="00CA3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BCDF1" w14:textId="77777777" w:rsidR="004431F7" w:rsidRDefault="004431F7" w:rsidP="00CA3BD8">
      <w:r>
        <w:separator/>
      </w:r>
    </w:p>
  </w:footnote>
  <w:footnote w:type="continuationSeparator" w:id="0">
    <w:p w14:paraId="2291B6F6" w14:textId="77777777" w:rsidR="004431F7" w:rsidRDefault="004431F7" w:rsidP="00CA3B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EE373" w14:textId="77777777" w:rsidR="00CA3BD8" w:rsidRDefault="00CA3BD8" w:rsidP="00CA3BD8">
    <w:pPr>
      <w:jc w:val="center"/>
      <w:rPr>
        <w:b/>
      </w:rPr>
    </w:pPr>
    <w:r>
      <w:rPr>
        <w:b/>
      </w:rPr>
      <w:t xml:space="preserve">Professional Growth Goal </w:t>
    </w:r>
    <w:r w:rsidRPr="00E50A41">
      <w:rPr>
        <w:b/>
      </w:rPr>
      <w:t>F</w:t>
    </w:r>
    <w:r>
      <w:rPr>
        <w:b/>
      </w:rPr>
      <w:t>orm</w:t>
    </w:r>
  </w:p>
  <w:p w14:paraId="2F989456" w14:textId="77777777" w:rsidR="00CA3BD8" w:rsidRDefault="00CA3BD8" w:rsidP="00CA3BD8">
    <w:pPr>
      <w:jc w:val="center"/>
    </w:pPr>
    <w:r>
      <w:rPr>
        <w:b/>
      </w:rPr>
      <w:t xml:space="preserve">MCPS </w:t>
    </w:r>
    <w:r w:rsidR="00E813B0">
      <w:rPr>
        <w:b/>
      </w:rPr>
      <w:t>Administrators</w:t>
    </w:r>
  </w:p>
  <w:p w14:paraId="0B7F6DC1" w14:textId="77777777" w:rsidR="00CA3BD8" w:rsidRDefault="00CA3BD8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760B3"/>
    <w:multiLevelType w:val="multilevel"/>
    <w:tmpl w:val="0D06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826B09"/>
    <w:multiLevelType w:val="hybridMultilevel"/>
    <w:tmpl w:val="E1E46AF4"/>
    <w:lvl w:ilvl="0" w:tplc="44140F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924D6"/>
    <w:multiLevelType w:val="hybridMultilevel"/>
    <w:tmpl w:val="AB58DA82"/>
    <w:lvl w:ilvl="0" w:tplc="262485F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7F6398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390DFF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42C77C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84484A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EBA69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4785D0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7C4B6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D02286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29111E5F"/>
    <w:multiLevelType w:val="multilevel"/>
    <w:tmpl w:val="7CC29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F2303D"/>
    <w:multiLevelType w:val="hybridMultilevel"/>
    <w:tmpl w:val="68AE4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7C317E"/>
    <w:multiLevelType w:val="hybridMultilevel"/>
    <w:tmpl w:val="F7A05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C5D5E"/>
    <w:multiLevelType w:val="hybridMultilevel"/>
    <w:tmpl w:val="4D0AFF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6C31DA"/>
    <w:multiLevelType w:val="hybridMultilevel"/>
    <w:tmpl w:val="C2302E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7"/>
  </w:num>
  <w:num w:numId="5">
    <w:abstractNumId w:val="6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976"/>
    <w:rsid w:val="00006646"/>
    <w:rsid w:val="0005336E"/>
    <w:rsid w:val="000957ED"/>
    <w:rsid w:val="000B6974"/>
    <w:rsid w:val="000D4157"/>
    <w:rsid w:val="000D7CD6"/>
    <w:rsid w:val="000F71BD"/>
    <w:rsid w:val="0012392B"/>
    <w:rsid w:val="00133275"/>
    <w:rsid w:val="001448E7"/>
    <w:rsid w:val="001770BE"/>
    <w:rsid w:val="001A23F8"/>
    <w:rsid w:val="001C3335"/>
    <w:rsid w:val="001C733F"/>
    <w:rsid w:val="001F230B"/>
    <w:rsid w:val="00235AFA"/>
    <w:rsid w:val="0025080F"/>
    <w:rsid w:val="002A7F95"/>
    <w:rsid w:val="002C57EC"/>
    <w:rsid w:val="00361EDB"/>
    <w:rsid w:val="00361F01"/>
    <w:rsid w:val="00377F0A"/>
    <w:rsid w:val="00382E69"/>
    <w:rsid w:val="003911E5"/>
    <w:rsid w:val="003C663B"/>
    <w:rsid w:val="003F519E"/>
    <w:rsid w:val="00401775"/>
    <w:rsid w:val="0042304B"/>
    <w:rsid w:val="004431F7"/>
    <w:rsid w:val="004F3B17"/>
    <w:rsid w:val="0057604F"/>
    <w:rsid w:val="00577A63"/>
    <w:rsid w:val="00584AC4"/>
    <w:rsid w:val="00597D01"/>
    <w:rsid w:val="005D3CD3"/>
    <w:rsid w:val="00630E73"/>
    <w:rsid w:val="00683831"/>
    <w:rsid w:val="006B7D93"/>
    <w:rsid w:val="006E17E2"/>
    <w:rsid w:val="00746416"/>
    <w:rsid w:val="00772976"/>
    <w:rsid w:val="007751CB"/>
    <w:rsid w:val="007A2829"/>
    <w:rsid w:val="007B236C"/>
    <w:rsid w:val="007C2F08"/>
    <w:rsid w:val="0086123B"/>
    <w:rsid w:val="00870177"/>
    <w:rsid w:val="00881868"/>
    <w:rsid w:val="008A52D4"/>
    <w:rsid w:val="008C16F7"/>
    <w:rsid w:val="008F53A1"/>
    <w:rsid w:val="009234E1"/>
    <w:rsid w:val="00943693"/>
    <w:rsid w:val="00947BDB"/>
    <w:rsid w:val="00953CDD"/>
    <w:rsid w:val="009657AB"/>
    <w:rsid w:val="009841C6"/>
    <w:rsid w:val="00986D0D"/>
    <w:rsid w:val="009B1BC4"/>
    <w:rsid w:val="009B3556"/>
    <w:rsid w:val="00A23338"/>
    <w:rsid w:val="00A27DB7"/>
    <w:rsid w:val="00A8372A"/>
    <w:rsid w:val="00A84667"/>
    <w:rsid w:val="00B076DE"/>
    <w:rsid w:val="00B15E47"/>
    <w:rsid w:val="00B276B0"/>
    <w:rsid w:val="00B62DAC"/>
    <w:rsid w:val="00C26230"/>
    <w:rsid w:val="00C34FA2"/>
    <w:rsid w:val="00C41BC5"/>
    <w:rsid w:val="00C56E28"/>
    <w:rsid w:val="00CA3BD8"/>
    <w:rsid w:val="00CC734C"/>
    <w:rsid w:val="00CF0CDB"/>
    <w:rsid w:val="00D67629"/>
    <w:rsid w:val="00D720A3"/>
    <w:rsid w:val="00DB5E46"/>
    <w:rsid w:val="00DD6457"/>
    <w:rsid w:val="00DE4F33"/>
    <w:rsid w:val="00E07EA6"/>
    <w:rsid w:val="00E116E5"/>
    <w:rsid w:val="00E11F73"/>
    <w:rsid w:val="00E50A41"/>
    <w:rsid w:val="00E700EA"/>
    <w:rsid w:val="00E813B0"/>
    <w:rsid w:val="00EF79BE"/>
    <w:rsid w:val="00F3509C"/>
    <w:rsid w:val="00F55A1C"/>
    <w:rsid w:val="00FD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6316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333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C1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A3B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3BD8"/>
    <w:rPr>
      <w:sz w:val="24"/>
      <w:szCs w:val="24"/>
    </w:rPr>
  </w:style>
  <w:style w:type="paragraph" w:styleId="Footer">
    <w:name w:val="footer"/>
    <w:basedOn w:val="Normal"/>
    <w:link w:val="FooterChar"/>
    <w:rsid w:val="00CA3B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A3BD8"/>
    <w:rPr>
      <w:sz w:val="24"/>
      <w:szCs w:val="24"/>
    </w:rPr>
  </w:style>
  <w:style w:type="paragraph" w:styleId="BalloonText">
    <w:name w:val="Balloon Text"/>
    <w:basedOn w:val="Normal"/>
    <w:link w:val="BalloonTextChar"/>
    <w:rsid w:val="00CA3B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3B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52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333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C1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A3B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3BD8"/>
    <w:rPr>
      <w:sz w:val="24"/>
      <w:szCs w:val="24"/>
    </w:rPr>
  </w:style>
  <w:style w:type="paragraph" w:styleId="Footer">
    <w:name w:val="footer"/>
    <w:basedOn w:val="Normal"/>
    <w:link w:val="FooterChar"/>
    <w:rsid w:val="00CA3B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A3BD8"/>
    <w:rPr>
      <w:sz w:val="24"/>
      <w:szCs w:val="24"/>
    </w:rPr>
  </w:style>
  <w:style w:type="paragraph" w:styleId="BalloonText">
    <w:name w:val="Balloon Text"/>
    <w:basedOn w:val="Normal"/>
    <w:link w:val="BalloonTextChar"/>
    <w:rsid w:val="00CA3B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3B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5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77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4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3347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41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07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lubansky\Application%20Data\Microsoft\Templates\Goal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Settings\clubansky\Application Data\Microsoft\Templates\Goal Template.dot</Template>
  <TotalTime>4</TotalTime>
  <Pages>2</Pages>
  <Words>118</Words>
  <Characters>675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Department:  _____________________________________</vt:lpstr>
    </vt:vector>
  </TitlesOfParts>
  <Company>Missoula County Public Schools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Department:  _____________________________________</dc:title>
  <dc:subject/>
  <dc:creator>MCPS</dc:creator>
  <cp:keywords/>
  <dc:description/>
  <cp:lastModifiedBy>Heather Davis Schmidt</cp:lastModifiedBy>
  <cp:revision>3</cp:revision>
  <cp:lastPrinted>2009-10-07T20:06:00Z</cp:lastPrinted>
  <dcterms:created xsi:type="dcterms:W3CDTF">2011-09-28T07:03:00Z</dcterms:created>
  <dcterms:modified xsi:type="dcterms:W3CDTF">2011-09-28T07:07:00Z</dcterms:modified>
</cp:coreProperties>
</file>